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  <w:bookmarkStart w:id="0" w:name="_GoBack"/>
            <w:bookmarkEnd w:id="0"/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29546E">
            <w:pPr>
              <w:pStyle w:val="CUSTOMBoldColumnHeading"/>
            </w:pP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</w:tr>
      <w:tr w:rsidR="00094718" w:rsidTr="00AC35E3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29546E">
            <w:pPr>
              <w:pStyle w:val="CUSTOMHeaderText"/>
            </w:pPr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29546E">
            <w:pPr>
              <w:pStyle w:val="CUSTOMHeaderText"/>
            </w:pPr>
          </w:p>
        </w:tc>
      </w:tr>
      <w:tr w:rsidR="00094718" w:rsidTr="000B1B56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29546E">
            <w:pPr>
              <w:pStyle w:val="CUSTOMHeaderText"/>
            </w:pP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096BBB">
            <w:pPr>
              <w:pStyle w:val="CUSTOMBoldColumnHeading"/>
            </w:pPr>
          </w:p>
        </w:tc>
      </w:tr>
      <w:tr w:rsidR="00813362" w:rsidRPr="004C122B" w:rsidTr="004677DC">
        <w:trPr>
          <w:trHeight w:hRule="exact" w:val="5670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813362" w:rsidRPr="008C4F7F" w:rsidRDefault="00537C7A" w:rsidP="00DC01AB">
            <w:pPr>
              <w:pStyle w:val="CUSTOMNormal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3764522</wp:posOffset>
                      </wp:positionH>
                      <wp:positionV relativeFrom="paragraph">
                        <wp:posOffset>1235508</wp:posOffset>
                      </wp:positionV>
                      <wp:extent cx="30858" cy="236136"/>
                      <wp:effectExtent l="0" t="19050" r="26670" b="12065"/>
                      <wp:wrapNone/>
                      <wp:docPr id="34" name="Freeform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858" cy="236136"/>
                              </a:xfrm>
                              <a:custGeom>
                                <a:avLst/>
                                <a:gdLst>
                                  <a:gd name="connsiteX0" fmla="*/ 25933 w 30858"/>
                                  <a:gd name="connsiteY0" fmla="*/ 236136 h 236136"/>
                                  <a:gd name="connsiteX1" fmla="*/ 25933 w 30858"/>
                                  <a:gd name="connsiteY1" fmla="*/ 15072 h 236136"/>
                                  <a:gd name="connsiteX2" fmla="*/ 15884 w 30858"/>
                                  <a:gd name="connsiteY2" fmla="*/ 0 h 236136"/>
                                  <a:gd name="connsiteX3" fmla="*/ 812 w 30858"/>
                                  <a:gd name="connsiteY3" fmla="*/ 5024 h 236136"/>
                                  <a:gd name="connsiteX4" fmla="*/ 5836 w 30858"/>
                                  <a:gd name="connsiteY4" fmla="*/ 50241 h 236136"/>
                                  <a:gd name="connsiteX5" fmla="*/ 10860 w 30858"/>
                                  <a:gd name="connsiteY5" fmla="*/ 80386 h 236136"/>
                                  <a:gd name="connsiteX6" fmla="*/ 20908 w 30858"/>
                                  <a:gd name="connsiteY6" fmla="*/ 145701 h 236136"/>
                                  <a:gd name="connsiteX7" fmla="*/ 25933 w 30858"/>
                                  <a:gd name="connsiteY7" fmla="*/ 216039 h 236136"/>
                                  <a:gd name="connsiteX8" fmla="*/ 25933 w 30858"/>
                                  <a:gd name="connsiteY8" fmla="*/ 236136 h 2361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30858" h="236136">
                                    <a:moveTo>
                                      <a:pt x="25933" y="236136"/>
                                    </a:moveTo>
                                    <a:cubicBezTo>
                                      <a:pt x="25933" y="202642"/>
                                      <a:pt x="37016" y="155446"/>
                                      <a:pt x="25933" y="15072"/>
                                    </a:cubicBezTo>
                                    <a:cubicBezTo>
                                      <a:pt x="25458" y="9052"/>
                                      <a:pt x="19234" y="5024"/>
                                      <a:pt x="15884" y="0"/>
                                    </a:cubicBezTo>
                                    <a:cubicBezTo>
                                      <a:pt x="10860" y="1675"/>
                                      <a:pt x="1851" y="-169"/>
                                      <a:pt x="812" y="5024"/>
                                    </a:cubicBezTo>
                                    <a:cubicBezTo>
                                      <a:pt x="-2162" y="19895"/>
                                      <a:pt x="3832" y="35209"/>
                                      <a:pt x="5836" y="50241"/>
                                    </a:cubicBezTo>
                                    <a:cubicBezTo>
                                      <a:pt x="7182" y="60339"/>
                                      <a:pt x="9311" y="70318"/>
                                      <a:pt x="10860" y="80386"/>
                                    </a:cubicBezTo>
                                    <a:cubicBezTo>
                                      <a:pt x="23789" y="164429"/>
                                      <a:pt x="8376" y="70508"/>
                                      <a:pt x="20908" y="145701"/>
                                    </a:cubicBezTo>
                                    <a:cubicBezTo>
                                      <a:pt x="22583" y="169147"/>
                                      <a:pt x="25933" y="192533"/>
                                      <a:pt x="25933" y="216039"/>
                                    </a:cubicBezTo>
                                    <a:lnTo>
                                      <a:pt x="25933" y="23613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4" o:spid="_x0000_s1026" style="position:absolute;margin-left:296.4pt;margin-top:97.3pt;width:2.45pt;height:18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0858,236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" path="m25933,236136v,-33494,11083,-80690,,-221064c25458,9052,19234,5024,15884,,10860,1675,1851,-169,812,5024,-2162,19895,3832,35209,5836,50241v1346,10098,3475,20077,5024,30145c23789,164429,8376,70508,20908,145701v1675,23446,5025,46832,5025,70338l25933,236136xe" fillcolor="#7f7f7f [1612]" strokecolor="#7f7f7f [1612]" strokeweight="1pt">
                      <v:stroke joinstyle="miter"/>
                      <v:path arrowok="t" o:connecttype="custom" o:connectlocs="25933,236136;25933,15072;15884,0;812,5024;5836,50241;10860,80386;20908,145701;25933,216039;25933,236136" o:connectangles="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2608125</wp:posOffset>
                      </wp:positionH>
                      <wp:positionV relativeFrom="paragraph">
                        <wp:posOffset>1230483</wp:posOffset>
                      </wp:positionV>
                      <wp:extent cx="46866" cy="218474"/>
                      <wp:effectExtent l="0" t="38100" r="10795" b="10160"/>
                      <wp:wrapNone/>
                      <wp:docPr id="33" name="Freeform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866" cy="218474"/>
                              </a:xfrm>
                              <a:custGeom>
                                <a:avLst/>
                                <a:gdLst>
                                  <a:gd name="connsiteX0" fmla="*/ 26769 w 46866"/>
                                  <a:gd name="connsiteY0" fmla="*/ 216040 h 218474"/>
                                  <a:gd name="connsiteX1" fmla="*/ 1648 w 46866"/>
                                  <a:gd name="connsiteY1" fmla="*/ 205992 h 218474"/>
                                  <a:gd name="connsiteX2" fmla="*/ 6672 w 46866"/>
                                  <a:gd name="connsiteY2" fmla="*/ 165798 h 218474"/>
                                  <a:gd name="connsiteX3" fmla="*/ 11697 w 46866"/>
                                  <a:gd name="connsiteY3" fmla="*/ 145702 h 218474"/>
                                  <a:gd name="connsiteX4" fmla="*/ 16721 w 46866"/>
                                  <a:gd name="connsiteY4" fmla="*/ 110532 h 218474"/>
                                  <a:gd name="connsiteX5" fmla="*/ 26769 w 46866"/>
                                  <a:gd name="connsiteY5" fmla="*/ 80387 h 218474"/>
                                  <a:gd name="connsiteX6" fmla="*/ 36817 w 46866"/>
                                  <a:gd name="connsiteY6" fmla="*/ 15073 h 218474"/>
                                  <a:gd name="connsiteX7" fmla="*/ 41842 w 46866"/>
                                  <a:gd name="connsiteY7" fmla="*/ 0 h 218474"/>
                                  <a:gd name="connsiteX8" fmla="*/ 46866 w 46866"/>
                                  <a:gd name="connsiteY8" fmla="*/ 15073 h 218474"/>
                                  <a:gd name="connsiteX9" fmla="*/ 41842 w 46866"/>
                                  <a:gd name="connsiteY9" fmla="*/ 75363 h 218474"/>
                                  <a:gd name="connsiteX10" fmla="*/ 36817 w 46866"/>
                                  <a:gd name="connsiteY10" fmla="*/ 90436 h 218474"/>
                                  <a:gd name="connsiteX11" fmla="*/ 31793 w 46866"/>
                                  <a:gd name="connsiteY11" fmla="*/ 110532 h 218474"/>
                                  <a:gd name="connsiteX12" fmla="*/ 26769 w 46866"/>
                                  <a:gd name="connsiteY12" fmla="*/ 125605 h 218474"/>
                                  <a:gd name="connsiteX13" fmla="*/ 21745 w 46866"/>
                                  <a:gd name="connsiteY13" fmla="*/ 150726 h 218474"/>
                                  <a:gd name="connsiteX14" fmla="*/ 16721 w 46866"/>
                                  <a:gd name="connsiteY14" fmla="*/ 165798 h 218474"/>
                                  <a:gd name="connsiteX15" fmla="*/ 26769 w 46866"/>
                                  <a:gd name="connsiteY15" fmla="*/ 216040 h 2184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46866" h="218474">
                                    <a:moveTo>
                                      <a:pt x="26769" y="216040"/>
                                    </a:moveTo>
                                    <a:cubicBezTo>
                                      <a:pt x="24257" y="222739"/>
                                      <a:pt x="4997" y="214366"/>
                                      <a:pt x="1648" y="205992"/>
                                    </a:cubicBezTo>
                                    <a:cubicBezTo>
                                      <a:pt x="-3367" y="193455"/>
                                      <a:pt x="4452" y="179117"/>
                                      <a:pt x="6672" y="165798"/>
                                    </a:cubicBezTo>
                                    <a:cubicBezTo>
                                      <a:pt x="7807" y="158987"/>
                                      <a:pt x="10462" y="152496"/>
                                      <a:pt x="11697" y="145702"/>
                                    </a:cubicBezTo>
                                    <a:cubicBezTo>
                                      <a:pt x="13816" y="134051"/>
                                      <a:pt x="14058" y="122071"/>
                                      <a:pt x="16721" y="110532"/>
                                    </a:cubicBezTo>
                                    <a:cubicBezTo>
                                      <a:pt x="19103" y="100211"/>
                                      <a:pt x="26769" y="80387"/>
                                      <a:pt x="26769" y="80387"/>
                                    </a:cubicBezTo>
                                    <a:cubicBezTo>
                                      <a:pt x="29819" y="55988"/>
                                      <a:pt x="31064" y="38085"/>
                                      <a:pt x="36817" y="15073"/>
                                    </a:cubicBezTo>
                                    <a:cubicBezTo>
                                      <a:pt x="38102" y="9935"/>
                                      <a:pt x="40167" y="5024"/>
                                      <a:pt x="41842" y="0"/>
                                    </a:cubicBezTo>
                                    <a:cubicBezTo>
                                      <a:pt x="43517" y="5024"/>
                                      <a:pt x="46866" y="9777"/>
                                      <a:pt x="46866" y="15073"/>
                                    </a:cubicBezTo>
                                    <a:cubicBezTo>
                                      <a:pt x="46866" y="35239"/>
                                      <a:pt x="44507" y="55374"/>
                                      <a:pt x="41842" y="75363"/>
                                    </a:cubicBezTo>
                                    <a:cubicBezTo>
                                      <a:pt x="41142" y="80613"/>
                                      <a:pt x="38272" y="85344"/>
                                      <a:pt x="36817" y="90436"/>
                                    </a:cubicBezTo>
                                    <a:cubicBezTo>
                                      <a:pt x="34920" y="97075"/>
                                      <a:pt x="33690" y="103893"/>
                                      <a:pt x="31793" y="110532"/>
                                    </a:cubicBezTo>
                                    <a:cubicBezTo>
                                      <a:pt x="30338" y="115624"/>
                                      <a:pt x="28053" y="120467"/>
                                      <a:pt x="26769" y="125605"/>
                                    </a:cubicBezTo>
                                    <a:cubicBezTo>
                                      <a:pt x="24698" y="133890"/>
                                      <a:pt x="23816" y="142441"/>
                                      <a:pt x="21745" y="150726"/>
                                    </a:cubicBezTo>
                                    <a:cubicBezTo>
                                      <a:pt x="20461" y="155864"/>
                                      <a:pt x="17051" y="160513"/>
                                      <a:pt x="16721" y="165798"/>
                                    </a:cubicBezTo>
                                    <a:cubicBezTo>
                                      <a:pt x="15363" y="187527"/>
                                      <a:pt x="29281" y="209341"/>
                                      <a:pt x="26769" y="21604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3" o:spid="_x0000_s1026" style="position:absolute;margin-left:205.35pt;margin-top:96.9pt;width:3.7pt;height:17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6866,218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" path="m26769,216040c24257,222739,4997,214366,1648,205992,-3367,193455,4452,179117,6672,165798v1135,-6811,3790,-13302,5025,-20096c13816,134051,14058,122071,16721,110532,19103,100211,26769,80387,26769,80387,29819,55988,31064,38085,36817,15073,38102,9935,40167,5024,41842,v1675,5024,5024,9777,5024,15073c46866,35239,44507,55374,41842,75363v-700,5250,-3570,9981,-5025,15073c34920,97075,33690,103893,31793,110532v-1455,5092,-3740,9935,-5024,15073c24698,133890,23816,142441,21745,150726v-1284,5138,-4694,9787,-5024,15072c15363,187527,29281,209341,26769,216040xe" fillcolor="#7f7f7f [1612]" strokecolor="#7f7f7f [1612]" strokeweight="1pt">
                      <v:stroke joinstyle="miter"/>
                      <v:path arrowok="t" o:connecttype="custom" o:connectlocs="26769,216040;1648,205992;6672,165798;11697,145702;16721,110532;26769,80387;36817,15073;41842,0;46866,15073;41842,75363;36817,90436;31793,110532;26769,125605;21745,150726;16721,165798;26769,216040" o:connectangles="0,0,0,0,0,0,0,0,0,0,0,0,0,0,0,0"/>
                    </v:shape>
                  </w:pict>
                </mc:Fallback>
              </mc:AlternateContent>
            </w:r>
            <w:r w:rsidR="00CE68E9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1" layoutInCell="1" allowOverlap="1">
                      <wp:simplePos x="0" y="0"/>
                      <wp:positionH relativeFrom="page">
                        <wp:posOffset>4507865</wp:posOffset>
                      </wp:positionH>
                      <wp:positionV relativeFrom="page">
                        <wp:posOffset>479425</wp:posOffset>
                      </wp:positionV>
                      <wp:extent cx="2021840" cy="1533525"/>
                      <wp:effectExtent l="2540" t="3175" r="4445" b="0"/>
                      <wp:wrapNone/>
                      <wp:docPr id="32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1840" cy="1533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LEFT</w:t>
                                  </w:r>
                                </w:p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026FB" w:rsidRPr="00F26EC5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26EC5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EXTRACRANIAL CAROTID AND VERTEBRAL ARTERY ASSESSMENT</w:t>
                                  </w:r>
                                </w:p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Internal carotid (ICA)</w:t>
                                  </w: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External carotid (ECA)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Common carotid (CCA)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Vertebral artery (VA)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</w:t>
                                  </w:r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Antegrade flow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margin-left:354.95pt;margin-top:37.75pt;width:159.2pt;height:120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" filled="f" stroked="f" strokeweight=".5pt">
                      <v:textbox style="mso-fit-shape-to-text:t" inset="0,0,0,0">
                        <w:txbxContent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LEFT</w:t>
                            </w:r>
                          </w:p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026FB" w:rsidRPr="00F26EC5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26EC5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EXTRACRANIAL CAROTID AND VERTEBRAL ARTERY ASSESSMENT</w:t>
                            </w:r>
                          </w:p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Internal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(ICA)</w:t>
                            </w:r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External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(ECA)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Common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(CCA)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Vertebral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artery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(VA)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</w:t>
                            </w:r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Antegrade </w:t>
                            </w:r>
                            <w:proofErr w:type="spellStart"/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flow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CE68E9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1" layoutInCell="1" allowOverlap="1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479425</wp:posOffset>
                      </wp:positionV>
                      <wp:extent cx="2021840" cy="1533525"/>
                      <wp:effectExtent l="0" t="3175" r="0" b="0"/>
                      <wp:wrapNone/>
                      <wp:docPr id="31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1840" cy="1533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RIGHT</w:t>
                                  </w:r>
                                </w:p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26EC5" w:rsidRPr="00F26EC5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26EC5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EXTRACRANIAL CAROTID AND VERTEBRAL ARTERY ASSESSMENT</w:t>
                                  </w:r>
                                </w:p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26EC5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Internal carotid (ICA)</w:t>
                                  </w: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External carotid (ECA)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Common carotid (CCA)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Vertebral artery (VA)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</w:t>
                                  </w:r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Antegrade flow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27" type="#_x0000_t202" style="position:absolute;margin-left:.55pt;margin-top:37.75pt;width:159.2pt;height:120.7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" filled="f" stroked="f" strokeweight=".5pt">
                      <v:textbox style="mso-fit-shape-to-text:t" inset="0,0,0,0">
                        <w:txbxContent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RIGHT</w:t>
                            </w:r>
                          </w:p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26EC5" w:rsidRPr="00F26EC5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26EC5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EXTRACRANIAL CAROTID AND VERTEBRAL ARTERY ASSESSMENT</w:t>
                            </w:r>
                          </w:p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26EC5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Internal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(ICA)</w:t>
                            </w:r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External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(ECA)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Common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(CCA)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Vertebral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artery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(VA)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</w:t>
                            </w:r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Antegrade </w:t>
                            </w:r>
                            <w:proofErr w:type="spellStart"/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flow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9E0202" w:rsidTr="004677DC">
        <w:trPr>
          <w:trHeight w:hRule="exact" w:val="425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E0202" w:rsidRPr="00FB6C7C" w:rsidRDefault="009E0202" w:rsidP="00DC01AB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FB6C7C">
              <w:rPr>
                <w:sz w:val="21"/>
                <w:szCs w:val="21"/>
              </w:rPr>
              <w:t>Report:</w:t>
            </w:r>
          </w:p>
          <w:p w:rsidR="00CE68E9" w:rsidRPr="00A01925" w:rsidRDefault="00CE68E9" w:rsidP="00CE68E9">
            <w:pPr>
              <w:pStyle w:val="CUSTOMColumnText"/>
              <w:rPr>
                <w:b/>
                <w:sz w:val="20"/>
                <w:szCs w:val="20"/>
                <w:u w:val="single"/>
              </w:rPr>
            </w:pPr>
            <w:r w:rsidRPr="00A01925">
              <w:rPr>
                <w:b/>
                <w:sz w:val="20"/>
                <w:szCs w:val="20"/>
                <w:u w:val="single"/>
              </w:rPr>
              <w:t>RIGHT:</w:t>
            </w:r>
          </w:p>
          <w:p w:rsidR="005E448D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 xml:space="preserve">The Common (CCA), Internal (ICA) and External (ECA) carotid arteries are patent with no significant stenosis detected (&gt;/=50%). </w:t>
            </w:r>
          </w:p>
          <w:p w:rsidR="009D64F5" w:rsidRPr="00A01925" w:rsidRDefault="009D64F5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</w:p>
          <w:p w:rsidR="00CE68E9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Pe</w:t>
            </w:r>
            <w:r>
              <w:rPr>
                <w:rFonts w:ascii="Arial" w:hAnsi="Arial"/>
                <w:kern w:val="12"/>
                <w:sz w:val="20"/>
                <w:szCs w:val="20"/>
              </w:rPr>
              <w:t>a</w:t>
            </w:r>
            <w:r w:rsidR="003133A2">
              <w:rPr>
                <w:rFonts w:ascii="Arial" w:hAnsi="Arial"/>
                <w:kern w:val="12"/>
                <w:sz w:val="20"/>
                <w:szCs w:val="20"/>
              </w:rPr>
              <w:t>k Systolic Velocity (PSV) = 0.48</w:t>
            </w:r>
            <w:r>
              <w:rPr>
                <w:rFonts w:ascii="Arial" w:hAnsi="Arial"/>
                <w:kern w:val="12"/>
                <w:sz w:val="20"/>
                <w:szCs w:val="20"/>
              </w:rPr>
              <w:t>m/sec (Normal = &lt;1.20m/sec)</w:t>
            </w:r>
            <w:r w:rsidR="005E448D">
              <w:rPr>
                <w:rFonts w:ascii="Arial" w:hAnsi="Arial"/>
                <w:kern w:val="12"/>
                <w:sz w:val="20"/>
                <w:szCs w:val="20"/>
              </w:rPr>
              <w:t>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End</w:t>
            </w:r>
            <w:r w:rsidR="003133A2">
              <w:rPr>
                <w:rFonts w:ascii="Arial" w:hAnsi="Arial"/>
                <w:kern w:val="12"/>
                <w:sz w:val="20"/>
                <w:szCs w:val="20"/>
              </w:rPr>
              <w:t xml:space="preserve"> Diastolic Velocity (EDV) = 0.13</w:t>
            </w:r>
            <w:r w:rsidRPr="00A01925">
              <w:rPr>
                <w:rFonts w:ascii="Arial" w:hAnsi="Arial"/>
                <w:kern w:val="12"/>
                <w:sz w:val="20"/>
                <w:szCs w:val="20"/>
              </w:rPr>
              <w:t>m/sec (Normal = &lt;0.40m/sec).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The Vertebral artery is patent with antegrade blood flow detected.</w:t>
            </w:r>
          </w:p>
          <w:p w:rsidR="00CE68E9" w:rsidRDefault="00CE68E9" w:rsidP="00CE68E9">
            <w:pPr>
              <w:pStyle w:val="CUSTOMColumnText"/>
              <w:rPr>
                <w:sz w:val="20"/>
                <w:szCs w:val="20"/>
              </w:rPr>
            </w:pPr>
          </w:p>
          <w:p w:rsidR="00CE68E9" w:rsidRPr="00A01925" w:rsidRDefault="00CE68E9" w:rsidP="00CE68E9">
            <w:pPr>
              <w:pStyle w:val="CUSTOMColumnText"/>
              <w:rPr>
                <w:b/>
                <w:sz w:val="20"/>
                <w:szCs w:val="20"/>
                <w:u w:val="single"/>
              </w:rPr>
            </w:pPr>
            <w:r w:rsidRPr="00A01925">
              <w:rPr>
                <w:b/>
                <w:sz w:val="20"/>
                <w:szCs w:val="20"/>
                <w:u w:val="single"/>
              </w:rPr>
              <w:t>LEFT</w:t>
            </w:r>
            <w:r>
              <w:rPr>
                <w:b/>
                <w:sz w:val="20"/>
                <w:szCs w:val="20"/>
                <w:u w:val="single"/>
              </w:rPr>
              <w:t>:</w:t>
            </w:r>
          </w:p>
          <w:p w:rsidR="00CE68E9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The Common (CCA), Internal (ICA)</w:t>
            </w:r>
            <w:r w:rsidR="009D64F5">
              <w:rPr>
                <w:rFonts w:ascii="Arial" w:hAnsi="Arial"/>
                <w:kern w:val="12"/>
                <w:sz w:val="20"/>
                <w:szCs w:val="20"/>
              </w:rPr>
              <w:t xml:space="preserve"> (tortuous)</w:t>
            </w:r>
            <w:r w:rsidRPr="00A01925">
              <w:rPr>
                <w:rFonts w:ascii="Arial" w:hAnsi="Arial"/>
                <w:kern w:val="12"/>
                <w:sz w:val="20"/>
                <w:szCs w:val="20"/>
              </w:rPr>
              <w:t xml:space="preserve"> and External (ECA) carotid arteries are patent with no significant stenosis detected (&gt;/=50%). </w:t>
            </w:r>
            <w:r w:rsidR="003133A2">
              <w:rPr>
                <w:rFonts w:ascii="Arial" w:hAnsi="Arial"/>
                <w:kern w:val="12"/>
                <w:sz w:val="20"/>
                <w:szCs w:val="20"/>
              </w:rPr>
              <w:t>Minimal amount of heterogeneous atheroma noted in the proximal ICA and bulb.</w:t>
            </w:r>
          </w:p>
          <w:p w:rsidR="005E448D" w:rsidRPr="00A01925" w:rsidRDefault="005E448D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</w:p>
          <w:p w:rsidR="00CE68E9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Pea</w:t>
            </w:r>
            <w:r w:rsidR="003133A2">
              <w:rPr>
                <w:rFonts w:ascii="Arial" w:hAnsi="Arial"/>
                <w:kern w:val="12"/>
                <w:sz w:val="20"/>
                <w:szCs w:val="20"/>
              </w:rPr>
              <w:t>k Systolic Velocity (PSV) = 0.52</w:t>
            </w:r>
            <w:r>
              <w:rPr>
                <w:rFonts w:ascii="Arial" w:hAnsi="Arial"/>
                <w:kern w:val="12"/>
                <w:sz w:val="20"/>
                <w:szCs w:val="20"/>
              </w:rPr>
              <w:t>m/sec (Normal = &lt;1.20m/sec)</w:t>
            </w:r>
            <w:r w:rsidR="005E448D">
              <w:rPr>
                <w:rFonts w:ascii="Arial" w:hAnsi="Arial"/>
                <w:kern w:val="12"/>
                <w:sz w:val="20"/>
                <w:szCs w:val="20"/>
              </w:rPr>
              <w:t>.</w:t>
            </w:r>
          </w:p>
          <w:p w:rsidR="00CE68E9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En</w:t>
            </w:r>
            <w:r>
              <w:rPr>
                <w:rFonts w:ascii="Arial" w:hAnsi="Arial"/>
                <w:kern w:val="12"/>
                <w:sz w:val="20"/>
                <w:szCs w:val="20"/>
              </w:rPr>
              <w:t>d Diastolic Vel</w:t>
            </w:r>
            <w:r w:rsidR="003133A2">
              <w:rPr>
                <w:rFonts w:ascii="Arial" w:hAnsi="Arial"/>
                <w:kern w:val="12"/>
                <w:sz w:val="20"/>
                <w:szCs w:val="20"/>
              </w:rPr>
              <w:t>ocity (EDV) = 0.15</w:t>
            </w:r>
            <w:r w:rsidRPr="00A01925">
              <w:rPr>
                <w:rFonts w:ascii="Arial" w:hAnsi="Arial"/>
                <w:kern w:val="12"/>
                <w:sz w:val="20"/>
                <w:szCs w:val="20"/>
              </w:rPr>
              <w:t>m/sec (Normal = &lt;0.40m/sec).</w:t>
            </w:r>
          </w:p>
          <w:p w:rsidR="009D64F5" w:rsidRPr="00A01925" w:rsidRDefault="009D64F5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The Vertebral artery is patent with antegrade blood flow detected.</w:t>
            </w:r>
          </w:p>
          <w:p w:rsidR="009E0202" w:rsidRPr="00DC01AB" w:rsidRDefault="009E0202" w:rsidP="00DC01AB">
            <w:pPr>
              <w:pStyle w:val="CUSTOMColumnText"/>
            </w:pPr>
          </w:p>
        </w:tc>
      </w:tr>
      <w:tr w:rsidR="009D4370" w:rsidTr="00DC01AB">
        <w:trPr>
          <w:trHeight w:hRule="exact" w:val="12134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D4370" w:rsidRDefault="00CE68E9" w:rsidP="009D4370">
            <w:pPr>
              <w:pStyle w:val="CUSTOMColumnText"/>
            </w:pPr>
            <w:r>
              <w:rPr>
                <w:sz w:val="21"/>
                <w:szCs w:val="21"/>
              </w:rPr>
              <w:lastRenderedPageBreak/>
              <w:t xml:space="preserve"> </w:t>
            </w:r>
          </w:p>
        </w:tc>
      </w:tr>
    </w:tbl>
    <w:p w:rsidR="00F97841" w:rsidRDefault="00F97841" w:rsidP="008C4F7F">
      <w:pPr>
        <w:pStyle w:val="CUSTOMNormal"/>
      </w:pPr>
    </w:p>
    <w:sectPr w:rsidR="00F97841" w:rsidSect="00FB6C7C">
      <w:headerReference w:type="default" r:id="rId7"/>
      <w:headerReference w:type="first" r:id="rId8"/>
      <w:footerReference w:type="first" r:id="rId9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8E9" w:rsidRDefault="00CE68E9" w:rsidP="005748E3">
      <w:pPr>
        <w:spacing w:after="0" w:line="240" w:lineRule="auto"/>
      </w:pPr>
      <w:r>
        <w:separator/>
      </w:r>
    </w:p>
  </w:endnote>
  <w:endnote w:type="continuationSeparator" w:id="0">
    <w:p w:rsidR="00CE68E9" w:rsidRDefault="00CE68E9" w:rsidP="0057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CE68E9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553720</wp:posOffset>
              </wp:positionH>
              <wp:positionV relativeFrom="paragraph">
                <wp:posOffset>-3642360</wp:posOffset>
              </wp:positionV>
              <wp:extent cx="348615" cy="153035"/>
              <wp:effectExtent l="10795" t="5715" r="12065" b="12700"/>
              <wp:wrapNone/>
              <wp:docPr id="20" name="Freeform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48615" cy="153035"/>
                      </a:xfrm>
                      <a:custGeom>
                        <a:avLst/>
                        <a:gdLst>
                          <a:gd name="T0" fmla="*/ 0 w 549"/>
                          <a:gd name="T1" fmla="*/ 241 h 241"/>
                          <a:gd name="T2" fmla="*/ 0 w 549"/>
                          <a:gd name="T3" fmla="*/ 31 h 241"/>
                          <a:gd name="T4" fmla="*/ 250 w 549"/>
                          <a:gd name="T5" fmla="*/ 106 h 241"/>
                          <a:gd name="T6" fmla="*/ 549 w 549"/>
                          <a:gd name="T7" fmla="*/ 14 h 241"/>
                          <a:gd name="T8" fmla="*/ 549 w 549"/>
                          <a:gd name="T9" fmla="*/ 241 h 241"/>
                          <a:gd name="T10" fmla="*/ 0 w 549"/>
                          <a:gd name="T11" fmla="*/ 241 h 24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</a:cxnLst>
                        <a:rect l="0" t="0" r="r" b="b"/>
                        <a:pathLst>
                          <a:path w="549" h="241">
                            <a:moveTo>
                              <a:pt x="0" y="241"/>
                            </a:moveTo>
                            <a:lnTo>
                              <a:pt x="0" y="31"/>
                            </a:lnTo>
                            <a:cubicBezTo>
                              <a:pt x="42" y="8"/>
                              <a:pt x="159" y="109"/>
                              <a:pt x="250" y="106"/>
                            </a:cubicBezTo>
                            <a:cubicBezTo>
                              <a:pt x="341" y="103"/>
                              <a:pt x="487" y="0"/>
                              <a:pt x="549" y="14"/>
                            </a:cubicBezTo>
                            <a:lnTo>
                              <a:pt x="549" y="241"/>
                            </a:lnTo>
                            <a:lnTo>
                              <a:pt x="0" y="241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82" o:spid="_x0000_s1026" style="position:absolute;margin-left:43.6pt;margin-top:-286.8pt;width:27.45pt;height:12.0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9,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" path="m,241l,31c42,8,159,109,250,106,341,103,487,,549,14r,227l,241xe" fillcolor="black">
              <v:path arrowok="t" o:connecttype="custom" o:connectlocs="0,153035;0,19685;158750,67310;348615,8890;348615,153035;0,153035" o:connectangles="0,0,0,0,0,0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3705860</wp:posOffset>
              </wp:positionH>
              <wp:positionV relativeFrom="paragraph">
                <wp:posOffset>-3759200</wp:posOffset>
              </wp:positionV>
              <wp:extent cx="635" cy="323850"/>
              <wp:effectExtent l="10795" t="12065" r="8255" b="6350"/>
              <wp:wrapNone/>
              <wp:docPr id="19" name="AutoShape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-5400000">
                        <a:off x="0" y="0"/>
                        <a:ext cx="635" cy="32385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B050"/>
                        </a:solidFill>
                        <a:prstDash val="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7" o:spid="_x0000_s1026" type="#_x0000_t32" style="position:absolute;margin-left:291.8pt;margin-top:-296pt;width:.05pt;height:25.5pt;rotation:-90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" strokecolor="#00b050" strokeweight="1pt">
              <v:stroke dashstyle="dash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3705860</wp:posOffset>
              </wp:positionH>
              <wp:positionV relativeFrom="paragraph">
                <wp:posOffset>-3808730</wp:posOffset>
              </wp:positionV>
              <wp:extent cx="635" cy="323850"/>
              <wp:effectExtent l="10795" t="10160" r="8255" b="8255"/>
              <wp:wrapNone/>
              <wp:docPr id="18" name="AutoShape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-5400000">
                        <a:off x="0" y="0"/>
                        <a:ext cx="635" cy="32385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B050"/>
                        </a:solidFill>
                        <a:prstDash val="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37" o:spid="_x0000_s1026" type="#_x0000_t32" style="position:absolute;margin-left:291.8pt;margin-top:-299.9pt;width:.05pt;height:25.5pt;rotation:-9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" strokecolor="#00b050" strokeweight="1pt">
              <v:stroke dashstyle="dash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4850130</wp:posOffset>
              </wp:positionH>
              <wp:positionV relativeFrom="paragraph">
                <wp:posOffset>-3656965</wp:posOffset>
              </wp:positionV>
              <wp:extent cx="250825" cy="116840"/>
              <wp:effectExtent l="11430" t="10160" r="13970" b="6350"/>
              <wp:wrapNone/>
              <wp:docPr id="17" name="AutoShap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250825" cy="116840"/>
                      </a:xfrm>
                      <a:prstGeom prst="curvedConnector3">
                        <a:avLst>
                          <a:gd name="adj1" fmla="val 49875"/>
                        </a:avLst>
                      </a:prstGeom>
                      <a:noFill/>
                      <a:ln w="12700">
                        <a:solidFill>
                          <a:srgbClr val="5F5F5F"/>
                        </a:solidFill>
                        <a:prstDash val="sys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8" coordsize="21600,21600" o:spt="38" o:oned="t" path="m,c@0,0@1,5400@1,10800@1,16200@2,21600,21600,21600e" filled="f">
              <v:formulas>
                <v:f eqn="mid #0 0"/>
                <v:f eqn="val #0"/>
                <v:f eqn="mid #0 2160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AutoShape 44" o:spid="_x0000_s1026" type="#_x0000_t38" style="position:absolute;margin-left:381.9pt;margin-top:-287.95pt;width:19.75pt;height:9.2pt;flip:y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" adj="10773" strokecolor="#5f5f5f" strokeweight="1pt">
              <v:stroke dashstyle="1 1"/>
            </v:shape>
          </w:pict>
        </mc:Fallback>
      </mc:AlternateContent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4144" behindDoc="1" locked="0" layoutInCell="1" allowOverlap="1">
              <wp:simplePos x="0" y="0"/>
              <wp:positionH relativeFrom="column">
                <wp:posOffset>553720</wp:posOffset>
              </wp:positionH>
              <wp:positionV relativeFrom="paragraph">
                <wp:posOffset>-3723640</wp:posOffset>
              </wp:positionV>
              <wp:extent cx="5325745" cy="274955"/>
              <wp:effectExtent l="10795" t="10160" r="0" b="635"/>
              <wp:wrapNone/>
              <wp:docPr id="1" name="Group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25745" cy="274955"/>
                        <a:chOff x="1093" y="10240"/>
                        <a:chExt cx="8387" cy="433"/>
                      </a:xfrm>
                    </wpg:grpSpPr>
                    <wpg:grpSp>
                      <wpg:cNvPr id="5" name="Group 74"/>
                      <wpg:cNvGrpSpPr>
                        <a:grpSpLocks/>
                      </wpg:cNvGrpSpPr>
                      <wpg:grpSpPr bwMode="auto">
                        <a:xfrm>
                          <a:off x="1093" y="10240"/>
                          <a:ext cx="4480" cy="433"/>
                          <a:chOff x="1093" y="10240"/>
                          <a:chExt cx="4480" cy="433"/>
                        </a:xfrm>
                      </wpg:grpSpPr>
                      <wpg:grpSp>
                        <wpg:cNvPr id="6" name="Group 60"/>
                        <wpg:cNvGrpSpPr>
                          <a:grpSpLocks/>
                        </wpg:cNvGrpSpPr>
                        <wpg:grpSpPr bwMode="auto">
                          <a:xfrm>
                            <a:off x="1093" y="10240"/>
                            <a:ext cx="1671" cy="433"/>
                            <a:chOff x="1088" y="10239"/>
                            <a:chExt cx="1671" cy="433"/>
                          </a:xfrm>
                        </wpg:grpSpPr>
                        <wps:wsp>
                          <wps:cNvPr id="7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" y="10239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61" y="10303"/>
                              <a:ext cx="998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677DC" w:rsidRDefault="004677D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 xml:space="preserve">Black </w:t>
                                </w:r>
                                <w:r w:rsidR="00244F78">
                                  <w:rPr>
                                    <w:sz w:val="12"/>
                                    <w:szCs w:val="12"/>
                                  </w:rPr>
                                  <w:t xml:space="preserve">material </w:t>
                                </w:r>
                                <w:r w:rsidR="00244F78">
                                  <w:rPr>
                                    <w:sz w:val="12"/>
                                    <w:szCs w:val="12"/>
                                  </w:rPr>
                                  <w:br/>
                                  <w:t>= Plaque volume</w:t>
                                </w:r>
                              </w:p>
                              <w:p w:rsidR="00244F78" w:rsidRPr="00734451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64"/>
                        <wpg:cNvGrpSpPr>
                          <a:grpSpLocks/>
                        </wpg:cNvGrpSpPr>
                        <wpg:grpSpPr bwMode="auto">
                          <a:xfrm>
                            <a:off x="3002" y="10240"/>
                            <a:ext cx="2571" cy="433"/>
                            <a:chOff x="3002" y="10240"/>
                            <a:chExt cx="2571" cy="433"/>
                          </a:xfrm>
                        </wpg:grpSpPr>
                        <wps:wsp>
                          <wps:cNvPr id="10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3002" y="10240"/>
                              <a:ext cx="549" cy="369"/>
                            </a:xfrm>
                            <a:prstGeom prst="rect">
                              <a:avLst/>
                            </a:prstGeom>
                            <a:solidFill>
                              <a:srgbClr val="B2B2B2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75" y="10304"/>
                              <a:ext cx="1898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4F78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Medium grey fill throughout</w:t>
                                </w:r>
                              </w:p>
                              <w:p w:rsidR="00244F78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Not imaged/Acoustic shadowing</w:t>
                                </w:r>
                              </w:p>
                              <w:p w:rsidR="00244F78" w:rsidRPr="00734451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12" name="Group 75"/>
                      <wpg:cNvGrpSpPr>
                        <a:grpSpLocks/>
                      </wpg:cNvGrpSpPr>
                      <wpg:grpSpPr bwMode="auto">
                        <a:xfrm>
                          <a:off x="5785" y="10240"/>
                          <a:ext cx="3695" cy="433"/>
                          <a:chOff x="5785" y="10240"/>
                          <a:chExt cx="3695" cy="433"/>
                        </a:xfrm>
                      </wpg:grpSpPr>
                      <wpg:grpSp>
                        <wpg:cNvPr id="13" name="Group 70"/>
                        <wpg:cNvGrpSpPr>
                          <a:grpSpLocks/>
                        </wpg:cNvGrpSpPr>
                        <wpg:grpSpPr bwMode="auto">
                          <a:xfrm>
                            <a:off x="5785" y="10240"/>
                            <a:ext cx="1700" cy="433"/>
                            <a:chOff x="5785" y="10240"/>
                            <a:chExt cx="1700" cy="433"/>
                          </a:xfrm>
                        </wpg:grpSpPr>
                        <wps:wsp>
                          <wps:cNvPr id="14" name="Rectangle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5785" y="10240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2B2B2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Text Box 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58" y="10304"/>
                              <a:ext cx="1027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Dashed green line</w:t>
                                </w:r>
                              </w:p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Stent</w:t>
                                </w:r>
                              </w:p>
                              <w:p w:rsidR="0027694C" w:rsidRPr="00734451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71"/>
                        <wpg:cNvGrpSpPr>
                          <a:grpSpLocks/>
                        </wpg:cNvGrpSpPr>
                        <wpg:grpSpPr bwMode="auto">
                          <a:xfrm>
                            <a:off x="7780" y="10240"/>
                            <a:ext cx="1700" cy="433"/>
                            <a:chOff x="5785" y="10240"/>
                            <a:chExt cx="1700" cy="433"/>
                          </a:xfrm>
                        </wpg:grpSpPr>
                        <wps:wsp>
                          <wps:cNvPr id="35" name="Rectangle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5785" y="10240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2B2B2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Text Box 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58" y="10304"/>
                              <a:ext cx="1027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Dotted grey line</w:t>
                                </w:r>
                              </w:p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Outline of patch</w:t>
                                </w:r>
                              </w:p>
                              <w:p w:rsidR="0027694C" w:rsidRPr="00734451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6" o:spid="_x0000_s1030" style="position:absolute;margin-left:43.6pt;margin-top:-293.2pt;width:419.35pt;height:21.65pt;z-index:-251662336" coordorigin="1093,10240" coordsize="8387,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">
              <v:group id="Group 74" o:spid="_x0000_s1031" style="position:absolute;left:1093;top:10240;width:4480;height:433" coordorigin="1093,10240" coordsize="448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group id="Group 60" o:spid="_x0000_s1032" style="position:absolute;left:1093;top:10240;width:1671;height:433" coordorigin="1088,10239" coordsize="1671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29" o:spid="_x0000_s1033" style="position:absolute;left:1088;top:10239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uiYMEA&#10;AADaAAAADwAAAGRycy9kb3ducmV2LnhtbESP0WoCMRRE3wv+Q7iCL0WzuqWW1SgiCH0qrPUDLpvb&#10;zWJys2yiG//eFAp9HGbmDLPdJ2fFnYbQeVawXBQgiBuvO24VXL5P8w8QISJrtJ5JwYMC7HeTly1W&#10;2o9c0/0cW5EhHCpUYGLsKylDY8hhWPieOHs/fnAYsxxaqQccM9xZuSqKd+mw47xgsKejoeZ6vjkF&#10;r8EmZ+q2XNXrdDncRluWX1ap2TQdNiAipfgf/mt/agVv8Hsl3wC5e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/LomDBAAAA2gAAAA8AAAAAAAAAAAAAAAAAmAIAAGRycy9kb3du&#10;cmV2LnhtbFBLBQYAAAAABAAEAPUAAACGAwAAAAA=&#10;" filled="f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0" o:spid="_x0000_s1034" type="#_x0000_t202" style="position:absolute;left:1761;top:10303;width:998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bBz8UA&#10;AADaAAAADwAAAGRycy9kb3ducmV2LnhtbESPT0vDQBTE70K/w/IK3uymPRRJuy3SP+BBra0Kentm&#10;n0lo9m3YfU3Tb+8KQo/DzPyGmS9716iOQqw9GxiPMlDEhbc1lwbe37Z396CiIFtsPJOBC0VYLgY3&#10;c8ytP/OeuoOUKkE45migEmlzrWNRkcM48i1x8n58cChJhlLbgOcEd42eZNlUO6w5LVTY0qqi4ng4&#10;OQPNZwxP35l8devyWV53+vSxGb8YczvsH2aghHq5hv/bj9bAFP6upBu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NsHPxQAAANoAAAAPAAAAAAAAAAAAAAAAAJgCAABkcnMv&#10;ZG93bnJldi54bWxQSwUGAAAAAAQABAD1AAAAigMAAAAA&#10;" filled="f" stroked="f" strokeweight=".5pt">
                    <v:textbox inset="0,0,0,0">
                      <w:txbxContent>
                        <w:p w:rsidR="004677DC" w:rsidRDefault="004677D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 xml:space="preserve">Black </w:t>
                          </w:r>
                          <w:r w:rsidR="00244F78">
                            <w:rPr>
                              <w:sz w:val="12"/>
                              <w:szCs w:val="12"/>
                            </w:rPr>
                            <w:t xml:space="preserve">material </w:t>
                          </w:r>
                          <w:r w:rsidR="00244F78">
                            <w:rPr>
                              <w:sz w:val="12"/>
                              <w:szCs w:val="12"/>
                            </w:rPr>
                            <w:br/>
                            <w:t>= Plaque volume</w:t>
                          </w:r>
                        </w:p>
                        <w:p w:rsidR="00244F78" w:rsidRPr="00734451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  <v:group id="Group 64" o:spid="_x0000_s1035" style="position:absolute;left:3002;top:10240;width:2571;height:433" coordorigin="3002,10240" coordsize="2571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Rectangle 62" o:spid="_x0000_s1036" style="position:absolute;left:3002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Wq2cEA&#10;AADaAAAADwAAAGRycy9kb3ducmV2LnhtbERPXWvCMBR9H/gfwhX2tqZuIFIbZQyFDRy6WvD12ty1&#10;Zc1Nl2Ra/fXmQdjj4Xzny8F04kTOt5YVTJIUBHFldcu1gnK/fpqB8AFZY2eZFFzIw3Ixesgx0/bM&#10;X3QqQi1iCPsMFTQh9JmUvmrIoE9sTxy5b+sMhghdLbXDcww3nXxO06k02HJsaLCnt4aqn+LPKHCr&#10;8rCattuX3eY3bK6zoT9+8odSj+PhdQ4i0BD+xXf3u1YQt8Yr8QbI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wlqtnBAAAA2gAAAA8AAAAAAAAAAAAAAAAAmAIAAGRycy9kb3du&#10;cmV2LnhtbFBLBQYAAAAABAAEAPUAAACGAwAAAAA=&#10;" fillcolor="#b2b2b2" strokeweight=".5pt"/>
                  <v:shape id="Text Box 63" o:spid="_x0000_s1037" type="#_x0000_t202" style="position:absolute;left:3675;top:10304;width:1898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lVvcUA&#10;AADaAAAADwAAAGRycy9kb3ducmV2LnhtbESPT2vCQBTE74V+h+UVeqsbPZSauopYBQ/9o7aF9vaa&#10;fU1Cs2/D7jPGb+8WBI/DzPyGmcx616iOQqw9GxgOMlDEhbc1lwY+3ld3D6CiIFtsPJOBI0WYTa+v&#10;Jphbf+AtdTspVYJwzNFAJdLmWseiIodx4Fvi5P364FCSDKW2AQ8J7ho9yrJ77bDmtFBhS4uKir/d&#10;3hlovmJ4/snku3sqX2Tzpvefy+GrMbc3/fwRlFAvl/C5vbYGxvB/Jd0APT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qVW9xQAAANoAAAAPAAAAAAAAAAAAAAAAAJgCAABkcnMv&#10;ZG93bnJldi54bWxQSwUGAAAAAAQABAD1AAAAigMAAAAA&#10;" filled="f" stroked="f" strokeweight=".5pt">
                    <v:textbox inset="0,0,0,0">
                      <w:txbxContent>
                        <w:p w:rsidR="00244F78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Medium grey fill throughout</w:t>
                          </w:r>
                        </w:p>
                        <w:p w:rsidR="00244F78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Not imaged/Acoustic shadowing</w:t>
                          </w:r>
                        </w:p>
                        <w:p w:rsidR="00244F78" w:rsidRPr="00734451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  <v:group id="Group 75" o:spid="_x0000_s1038" style="position:absolute;left:5785;top:10240;width:3695;height:433" coordorigin="5785,10240" coordsize="3695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<v:group id="Group 70" o:spid="_x0000_s1039" style="position:absolute;left:5785;top:10240;width:1700;height:433" coordorigin="5785,10240" coordsize="170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rect id="Rectangle 66" o:spid="_x0000_s1040" style="position:absolute;left:5785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e0aMAA&#10;AADbAAAADwAAAGRycy9kb3ducmV2LnhtbERPS4vCMBC+L/gfwgje1lSRRapRRHbBg+D6ug/N2BST&#10;SW1i2/33m4UFb/PxPWe57p0VLTWh8qxgMs5AEBdeV1wquJy/3ucgQkTWaD2Tgh8KsF4N3paYa9/x&#10;kdpTLEUK4ZCjAhNjnUsZCkMOw9jXxIm7+cZhTLAppW6wS+HOymmWfUiHFacGgzVtDRX309MpKB/H&#10;/dXcZ5Pzods+nf08fDvbKjUa9psFiEh9fIn/3Tud5k/h75d0gF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he0aMAAAADbAAAADwAAAAAAAAAAAAAAAACYAgAAZHJzL2Rvd25y&#10;ZXYueG1sUEsFBgAAAAAEAAQA9QAAAIUDAAAAAA==&#10;" filled="f" fillcolor="#b2b2b2" strokeweight=".5pt"/>
                  <v:shape id="Text Box 67" o:spid="_x0000_s1041" type="#_x0000_t202" style="position:absolute;left:6458;top:10304;width:102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LJPcMA&#10;AADbAAAADwAAAGRycy9kb3ducmV2LnhtbERPS2vCQBC+F/oflin0VjdaKJ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LJPcMAAADbAAAADwAAAAAAAAAAAAAAAACYAgAAZHJzL2Rv&#10;d25yZXYueG1sUEsFBgAAAAAEAAQA9QAAAIgDAAAAAA==&#10;" filled="f" stroked="f" strokeweight=".5pt">
                    <v:textbox inset="0,0,0,0">
                      <w:txbxContent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Dashed green line</w:t>
                          </w:r>
                        </w:p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Stent</w:t>
                          </w:r>
                        </w:p>
                        <w:p w:rsidR="0027694C" w:rsidRPr="00734451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  <v:group id="Group 71" o:spid="_x0000_s1042" style="position:absolute;left:7780;top:10240;width:1700;height:433" coordorigin="5785,10240" coordsize="170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rect id="Rectangle 72" o:spid="_x0000_s1043" style="position:absolute;left:5785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4sHMEA&#10;AADbAAAADwAAAGRycy9kb3ducmV2LnhtbERPTWsCMRC9F/wPYQRvNWuxpaxGEbHgQbBqvQ+bcbOY&#10;TNZN3F3/vSkUepvH+5z5sndWtNSEyrOCyTgDQVx4XXGp4Of09foJIkRkjdYzKXhQgOVi8DLHXPuO&#10;D9QeYylSCIccFZgY61zKUBhyGMa+Jk7cxTcOY4JNKXWDXQp3Vr5l2Yd0WHFqMFjT2lBxPd6dgvJ2&#10;2J3NdTo57bv13dnN/tvZVqnRsF/NQETq47/4z73Vaf47/P6SDpCL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+LBzBAAAA2wAAAA8AAAAAAAAAAAAAAAAAmAIAAGRycy9kb3du&#10;cmV2LnhtbFBLBQYAAAAABAAEAPUAAACGAwAAAAA=&#10;" filled="f" fillcolor="#b2b2b2" strokeweight=".5pt"/>
                  <v:shape id="Text Box 73" o:spid="_x0000_s1044" type="#_x0000_t202" style="position:absolute;left:6458;top:10304;width:102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VqpcMA&#10;AADbAAAADwAAAGRycy9kb3ducmV2LnhtbERPS0vDQBC+C/0PyxS82U17KJJ2W6QP8KDWVgW9jdkx&#10;Cc3Oht1pmv57VxB6m4/vOfNl7xrVUYi1ZwPjUQaKuPC25tLA+9v27h5UFGSLjWcycKEIy8XgZo65&#10;9WfeU3eQUqUQjjkaqETaXOtYVOQwjnxLnLgfHxxKgqHUNuA5hbtGT7Jsqh3WnBoqbGlVUXE8nJyB&#10;5jOGp+9Mvrp1+SyvO3362IxfjLkd9g8zUEK9XMX/7keb5k/h75d0gF7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DVqpcMAAADbAAAADwAAAAAAAAAAAAAAAACYAgAAZHJzL2Rv&#10;d25yZXYueG1sUEsFBgAAAAAEAAQA9QAAAIgDAAAAAA==&#10;" filled="f" stroked="f" strokeweight=".5pt">
                    <v:textbox inset="0,0,0,0">
                      <w:txbxContent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Dotted grey line</w:t>
                          </w:r>
                        </w:p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Outline of patch</w:t>
                          </w:r>
                        </w:p>
                        <w:p w:rsidR="0027694C" w:rsidRPr="00734451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5168" behindDoc="1" locked="1" layoutInCell="1" allowOverlap="1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8E9" w:rsidRDefault="00CE68E9" w:rsidP="005748E3">
      <w:pPr>
        <w:spacing w:after="0" w:line="240" w:lineRule="auto"/>
      </w:pPr>
      <w:r>
        <w:separator/>
      </w:r>
    </w:p>
  </w:footnote>
  <w:footnote w:type="continuationSeparator" w:id="0">
    <w:p w:rsidR="00CE68E9" w:rsidRDefault="00CE68E9" w:rsidP="0057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9EF" w:rsidRDefault="00CE68E9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8" name="Group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9" name="Picture 5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5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2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3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znLjCAAAA2wAAAA8AAABkcnMvZG93bnJldi54bWxEj82KwjAUhfcDvkO4gptBU7sYajWKioKr&#10;gVFxfU2ubWlzU5pYO28/GRiY5eH8fJzVZrCN6KnzlWMF81kCglg7U3Gh4Ho5TjMQPiAbbByTgm/y&#10;sFmP3laYG/fiL+rPoRBxhH2OCsoQ2lxKr0uy6GeuJY7ew3UWQ5RdIU2HrzhuG5kmyYe0WHEklNjS&#10;viRdn582Qh78zJr39J7V18Pu85bpU19rpSbjYbsEEWgI/+G/9skoSBfw+yX+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85y4wgAAANsAAAAPAAAAAAAAAAAAAAAAAJ8C&#10;AABkcnMvZG93bnJldi54bWxQSwUGAAAAAAQABAD3AAAAjgMAAAAA&#10;">
                <v:imagedata r:id="rId3" o:title=""/>
              </v:shape>
              <v:shape id="Picture 54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+zLvBAAAA2wAAAA8AAABkcnMvZG93bnJldi54bWxET8tqwkAU3Qv9h+EK7szEKiLRUWxpinQh&#10;Jm33l8zNAzN30sw0xr/vLIQuD+e9O4ymFQP1rrGsYBHFIIgLqxuuFHx9pvMNCOeRNbaWScGdHBz2&#10;T5MdJtreOKMh95UIIewSVFB73yVSuqImgy6yHXHgStsb9AH2ldQ93kK4aeVzHK+lwYZDQ40dvdZU&#10;XPNfo6D8ScuPS+bx5X11zVffb+cLbc5KzabjcQvC0+j/xQ/3SStYhvXhS/gBcv8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K+zLvBAAAA2wAAAA8AAAAAAAAAAAAAAAAAnwIA&#10;AGRycy9kb3ducmV2LnhtbFBLBQYAAAAABAAEAPcAAACNAwAAAAA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7216" behindDoc="1" locked="1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6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19EF" w:rsidRDefault="009F19EF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8" type="#_x0000_t202" style="position:absolute;margin-left:42.55pt;margin-top:789.85pt;width:510.25pt;height:22.7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PoJwf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9F19EF" w:rsidRDefault="009F19EF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CE68E9">
    <w:pPr>
      <w:pStyle w:val="Head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2" name="Group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4" name="Picture 5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5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9" o:spid="_x0000_s1026" style="position:absolute;margin-left:42.55pt;margin-top:45.95pt;width:510.6pt;height:80.1pt;z-index:-251657216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0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MybCAAAA2wAAAA8AAABkcnMvZG93bnJldi54bWxEj19rwjAUxd8Fv0O4A19kppYh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8jMmwgAAANsAAAAPAAAAAAAAAAAAAAAAAJ8C&#10;AABkcnMvZG93bnJldi54bWxQSwUGAAAAAAQABAD3AAAAjgMAAAAA&#10;">
                <v:imagedata r:id="rId3" o:title=""/>
              </v:shape>
              <v:shape id="Picture 51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Q+f7DAAAA2wAAAA8AAABkcnMvZG93bnJldi54bWxEj0+LwjAUxO8LfofwBG9rqugi1Sgqq4gH&#10;0ar3R/P6B5uXbhO1fnuzsLDHYWZ+w8wWranEgxpXWlYw6EcgiFOrS84VXM6bzwkI55E1VpZJwYsc&#10;LOadjxnG2j75RI/E5yJA2MWooPC+jqV0aUEGXd/WxMHLbGPQB9nkUjf4DHBTyWEUfUmDJYeFAmta&#10;F5TekrtRkP1ssv3x5HG1Hd2S0fX7cKTJQalet11OQXhq/X/4r73TCoZj+P0SfoCc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xD5/sMAAADbAAAADwAAAAAAAAAAAAAAAACf&#10;AgAAZHJzL2Rvd25yZXYueG1sUEsFBgAAAAAEAAQA9wAAAI8DAAAAAA=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2096" behindDoc="0" locked="1" layoutInCell="1" allowOverlap="1">
          <wp:simplePos x="0" y="0"/>
          <wp:positionH relativeFrom="page">
            <wp:posOffset>638810</wp:posOffset>
          </wp:positionH>
          <wp:positionV relativeFrom="page">
            <wp:posOffset>3342640</wp:posOffset>
          </wp:positionV>
          <wp:extent cx="6184900" cy="2896870"/>
          <wp:effectExtent l="0" t="0" r="6350" b="0"/>
          <wp:wrapNone/>
          <wp:docPr id="23" name="Picture 23" descr="8B CAROTID ARTERY AND STENT revis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8B CAROTID ARTERY AND STENT revised"/>
                  <pic:cNvPicPr preferRelativeResize="0">
                    <a:picLocks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044" b="23550"/>
                  <a:stretch>
                    <a:fillRect/>
                  </a:stretch>
                </pic:blipFill>
                <pic:spPr bwMode="auto">
                  <a:xfrm>
                    <a:off x="0" y="0"/>
                    <a:ext cx="6184900" cy="2896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6192" behindDoc="1" locked="1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2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909" w:rsidRDefault="005D4909" w:rsidP="002E04BC">
                          <w:pPr>
                            <w:pStyle w:val="CUSTOMFooterAddress"/>
                          </w:pPr>
                          <w:r>
                            <w:t>Vascular Lab | Main Outpatients</w:t>
                          </w:r>
                          <w:r w:rsidR="00226007">
                            <w:t xml:space="preserve">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2.5pt;margin-top:789.75pt;width:510.25pt;height:22.7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A8gMfC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5D4909" w:rsidRDefault="005D4909" w:rsidP="002E04BC">
                    <w:pPr>
                      <w:pStyle w:val="CUSTOMFooterAddress"/>
                    </w:pPr>
                    <w:r>
                      <w:t>Vascular Lab | Main Outpatients</w:t>
                    </w:r>
                    <w:r w:rsidR="00226007">
                      <w:t xml:space="preserve">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0241">
      <o:colormru v:ext="edit" colors="#ddd,silver,#b2b2b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8E9"/>
    <w:rsid w:val="00030ECC"/>
    <w:rsid w:val="00033B0B"/>
    <w:rsid w:val="00053552"/>
    <w:rsid w:val="0006170F"/>
    <w:rsid w:val="00075B57"/>
    <w:rsid w:val="00094718"/>
    <w:rsid w:val="00096BBB"/>
    <w:rsid w:val="000B1F8C"/>
    <w:rsid w:val="000C302A"/>
    <w:rsid w:val="000D03AD"/>
    <w:rsid w:val="0014708E"/>
    <w:rsid w:val="00156E8E"/>
    <w:rsid w:val="00170A95"/>
    <w:rsid w:val="00186F8F"/>
    <w:rsid w:val="001A7AF4"/>
    <w:rsid w:val="001C2A3A"/>
    <w:rsid w:val="001C3912"/>
    <w:rsid w:val="002026FB"/>
    <w:rsid w:val="00210977"/>
    <w:rsid w:val="00226007"/>
    <w:rsid w:val="00233A5B"/>
    <w:rsid w:val="00244F78"/>
    <w:rsid w:val="002739C8"/>
    <w:rsid w:val="0027694C"/>
    <w:rsid w:val="002867C0"/>
    <w:rsid w:val="002932DD"/>
    <w:rsid w:val="0029546E"/>
    <w:rsid w:val="002D613D"/>
    <w:rsid w:val="002D7122"/>
    <w:rsid w:val="002E04BC"/>
    <w:rsid w:val="002F5484"/>
    <w:rsid w:val="003133A2"/>
    <w:rsid w:val="00324212"/>
    <w:rsid w:val="00382C7D"/>
    <w:rsid w:val="003909B4"/>
    <w:rsid w:val="003A6622"/>
    <w:rsid w:val="00424B6F"/>
    <w:rsid w:val="004677DC"/>
    <w:rsid w:val="00477D62"/>
    <w:rsid w:val="00485A5D"/>
    <w:rsid w:val="004C122B"/>
    <w:rsid w:val="004E3E95"/>
    <w:rsid w:val="00525F48"/>
    <w:rsid w:val="00537C7A"/>
    <w:rsid w:val="00543410"/>
    <w:rsid w:val="00543DEF"/>
    <w:rsid w:val="0055699E"/>
    <w:rsid w:val="005606F1"/>
    <w:rsid w:val="005630D9"/>
    <w:rsid w:val="005748E3"/>
    <w:rsid w:val="00587057"/>
    <w:rsid w:val="005947E5"/>
    <w:rsid w:val="00596D0F"/>
    <w:rsid w:val="00596EC0"/>
    <w:rsid w:val="005C197D"/>
    <w:rsid w:val="005D4909"/>
    <w:rsid w:val="005E448D"/>
    <w:rsid w:val="005E594C"/>
    <w:rsid w:val="00624106"/>
    <w:rsid w:val="00632733"/>
    <w:rsid w:val="00643378"/>
    <w:rsid w:val="00644C5F"/>
    <w:rsid w:val="0067732A"/>
    <w:rsid w:val="00696B5A"/>
    <w:rsid w:val="006F0FED"/>
    <w:rsid w:val="007102C1"/>
    <w:rsid w:val="00804042"/>
    <w:rsid w:val="00813362"/>
    <w:rsid w:val="008262F7"/>
    <w:rsid w:val="00880184"/>
    <w:rsid w:val="0088193C"/>
    <w:rsid w:val="00893153"/>
    <w:rsid w:val="008B3BF4"/>
    <w:rsid w:val="008C4F7F"/>
    <w:rsid w:val="00924EB0"/>
    <w:rsid w:val="009350DF"/>
    <w:rsid w:val="00942505"/>
    <w:rsid w:val="00943CA7"/>
    <w:rsid w:val="00945DD7"/>
    <w:rsid w:val="009540D3"/>
    <w:rsid w:val="00961297"/>
    <w:rsid w:val="009A0ECB"/>
    <w:rsid w:val="009A3EEC"/>
    <w:rsid w:val="009C12E1"/>
    <w:rsid w:val="009D4370"/>
    <w:rsid w:val="009D64F5"/>
    <w:rsid w:val="009E0202"/>
    <w:rsid w:val="009F19EF"/>
    <w:rsid w:val="009F70D4"/>
    <w:rsid w:val="00A04256"/>
    <w:rsid w:val="00A43026"/>
    <w:rsid w:val="00A46516"/>
    <w:rsid w:val="00A62728"/>
    <w:rsid w:val="00A90F95"/>
    <w:rsid w:val="00AA2AD4"/>
    <w:rsid w:val="00AB7058"/>
    <w:rsid w:val="00B35F22"/>
    <w:rsid w:val="00B415C1"/>
    <w:rsid w:val="00B734E8"/>
    <w:rsid w:val="00B87660"/>
    <w:rsid w:val="00C157F3"/>
    <w:rsid w:val="00C64AE2"/>
    <w:rsid w:val="00CB3119"/>
    <w:rsid w:val="00CC6795"/>
    <w:rsid w:val="00CE6813"/>
    <w:rsid w:val="00CE68E9"/>
    <w:rsid w:val="00D065FF"/>
    <w:rsid w:val="00D35CC3"/>
    <w:rsid w:val="00D94904"/>
    <w:rsid w:val="00DC01AB"/>
    <w:rsid w:val="00DC5770"/>
    <w:rsid w:val="00DD0B20"/>
    <w:rsid w:val="00E32912"/>
    <w:rsid w:val="00E339E8"/>
    <w:rsid w:val="00E4100D"/>
    <w:rsid w:val="00E463E3"/>
    <w:rsid w:val="00ED45C7"/>
    <w:rsid w:val="00EE5554"/>
    <w:rsid w:val="00F028B5"/>
    <w:rsid w:val="00F02F77"/>
    <w:rsid w:val="00F071E8"/>
    <w:rsid w:val="00F16C76"/>
    <w:rsid w:val="00F26EC5"/>
    <w:rsid w:val="00F304AB"/>
    <w:rsid w:val="00F3457B"/>
    <w:rsid w:val="00F3756B"/>
    <w:rsid w:val="00F97841"/>
    <w:rsid w:val="00FB6C7C"/>
    <w:rsid w:val="00FB73E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o:colormru v:ext="edit" colors="#ddd,silver,#b2b2b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8E9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C157F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8E9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C157F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6.png"/><Relationship Id="rId4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uhlcfs4\SHARED\VSL\VSL%20Docs\Templates\Templates%202019%20Final\Carotid%20and%20Vertebral%20Arter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and Vertebral Artery</Template>
  <TotalTime>1</TotalTime>
  <Pages>2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Hospital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Waldegrave</dc:creator>
  <cp:lastModifiedBy>Daniel Sims</cp:lastModifiedBy>
  <cp:revision>3</cp:revision>
  <cp:lastPrinted>2019-01-18T11:11:00Z</cp:lastPrinted>
  <dcterms:created xsi:type="dcterms:W3CDTF">2019-07-30T10:40:00Z</dcterms:created>
  <dcterms:modified xsi:type="dcterms:W3CDTF">2019-10-15T13:40:00Z</dcterms:modified>
</cp:coreProperties>
</file>